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2C" w:rsidRDefault="000C0A2C"/>
    <w:p w:rsidR="000C0A2C" w:rsidRPr="00BD3D68" w:rsidRDefault="000C0A2C">
      <w:pPr>
        <w:jc w:val="center"/>
      </w:pPr>
      <w:r w:rsidRPr="00BD3D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71.25pt;height:33pt">
            <v:imagedata r:id="rId6" o:title=""/>
          </v:shape>
        </w:pict>
      </w:r>
    </w:p>
    <w:p w:rsidR="000C0A2C" w:rsidRDefault="000C0A2C"/>
    <w:p w:rsidR="000C0A2C" w:rsidRDefault="000C0A2C"/>
    <w:tbl>
      <w:tblPr>
        <w:tblpPr w:leftFromText="180" w:rightFromText="180" w:vertAnchor="text" w:horzAnchor="page" w:tblpX="4753" w:tblpY="5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600"/>
      </w:tblGrid>
      <w:tr w:rsidR="000C0A2C">
        <w:trPr>
          <w:trHeight w:val="170"/>
        </w:trPr>
        <w:tc>
          <w:tcPr>
            <w:tcW w:w="5688" w:type="dxa"/>
            <w:gridSpan w:val="2"/>
          </w:tcPr>
          <w:p w:rsidR="000C0A2C" w:rsidRPr="001E5CCB" w:rsidRDefault="000C0A2C" w:rsidP="008B7445">
            <w:pPr>
              <w:rPr>
                <w:b/>
                <w:bCs/>
              </w:rPr>
            </w:pPr>
            <w:r w:rsidRPr="001E5CCB">
              <w:rPr>
                <w:b/>
                <w:bCs/>
              </w:rPr>
              <w:t>General</w:t>
            </w:r>
          </w:p>
        </w:tc>
      </w:tr>
      <w:tr w:rsidR="000C0A2C">
        <w:tc>
          <w:tcPr>
            <w:tcW w:w="5688" w:type="dxa"/>
            <w:gridSpan w:val="2"/>
            <w:tcBorders>
              <w:bottom w:val="nil"/>
            </w:tcBorders>
          </w:tcPr>
          <w:p w:rsidR="000C0A2C" w:rsidRDefault="000C0A2C" w:rsidP="008B7445">
            <w:r>
              <w:t>System Package         SMARTZone</w:t>
            </w:r>
          </w:p>
        </w:tc>
      </w:tr>
      <w:tr w:rsidR="000C0A2C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0C0A2C" w:rsidRDefault="000C0A2C" w:rsidP="008B7445">
            <w:r>
              <w:t>Model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0C0A2C" w:rsidRDefault="000C0A2C" w:rsidP="008B7445">
            <w:r>
              <w:t>H18KEH9PW7AN</w:t>
            </w:r>
          </w:p>
        </w:tc>
      </w:tr>
      <w:tr w:rsidR="000C0A2C">
        <w:tc>
          <w:tcPr>
            <w:tcW w:w="2088" w:type="dxa"/>
            <w:tcBorders>
              <w:top w:val="nil"/>
              <w:bottom w:val="nil"/>
              <w:right w:val="nil"/>
            </w:tcBorders>
          </w:tcPr>
          <w:p w:rsidR="000C0A2C" w:rsidRDefault="000C0A2C" w:rsidP="008B7445">
            <w:r>
              <w:t>Serial Number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0C0A2C" w:rsidRDefault="000C0A2C" w:rsidP="008B7445">
            <w:r>
              <w:t>123ABC1234</w:t>
            </w:r>
          </w:p>
        </w:tc>
      </w:tr>
    </w:tbl>
    <w:p w:rsidR="000C0A2C" w:rsidRDefault="000C0A2C">
      <w:r w:rsidRPr="00BD3D68">
        <w:pict>
          <v:shape id="_x0000_i1030" type="#_x0000_t75" style="width:112.5pt;height:540pt">
            <v:imagedata r:id="rId7" o:title=""/>
          </v:shape>
        </w:pict>
      </w:r>
      <w:r>
        <w:br w:type="textWrapping" w:clear="all"/>
      </w:r>
    </w:p>
    <w:p w:rsidR="000C0A2C" w:rsidRDefault="000C0A2C">
      <w:pPr>
        <w:ind w:firstLine="720"/>
      </w:pPr>
      <w:r>
        <w:t>This Radio is the property of:</w:t>
      </w:r>
    </w:p>
    <w:sectPr w:rsidR="000C0A2C" w:rsidSect="009550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A2C" w:rsidRDefault="000C0A2C">
      <w:r>
        <w:separator/>
      </w:r>
    </w:p>
  </w:endnote>
  <w:endnote w:type="continuationSeparator" w:id="1">
    <w:p w:rsidR="000C0A2C" w:rsidRDefault="000C0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2C" w:rsidRDefault="000C0A2C">
    <w:pPr>
      <w:pStyle w:val="Footer"/>
      <w:ind w:right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31.25pt;height:6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A2C" w:rsidRDefault="000C0A2C">
      <w:r>
        <w:separator/>
      </w:r>
    </w:p>
  </w:footnote>
  <w:footnote w:type="continuationSeparator" w:id="1">
    <w:p w:rsidR="000C0A2C" w:rsidRDefault="000C0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2C" w:rsidRDefault="000C0A2C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9pt;height:31.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4B"/>
    <w:rsid w:val="0006412A"/>
    <w:rsid w:val="00096AA3"/>
    <w:rsid w:val="000A169E"/>
    <w:rsid w:val="000C0A2C"/>
    <w:rsid w:val="000F18B5"/>
    <w:rsid w:val="001603C7"/>
    <w:rsid w:val="00174EF3"/>
    <w:rsid w:val="001E23F4"/>
    <w:rsid w:val="001E5CCB"/>
    <w:rsid w:val="001E7408"/>
    <w:rsid w:val="002054B6"/>
    <w:rsid w:val="00253F29"/>
    <w:rsid w:val="002C26A8"/>
    <w:rsid w:val="002D3C24"/>
    <w:rsid w:val="00307D92"/>
    <w:rsid w:val="003523F1"/>
    <w:rsid w:val="00370974"/>
    <w:rsid w:val="00381D69"/>
    <w:rsid w:val="003E7CEB"/>
    <w:rsid w:val="003F6FCB"/>
    <w:rsid w:val="00436484"/>
    <w:rsid w:val="00452CA9"/>
    <w:rsid w:val="00502516"/>
    <w:rsid w:val="0051237B"/>
    <w:rsid w:val="00523EE5"/>
    <w:rsid w:val="00543FCD"/>
    <w:rsid w:val="005444D8"/>
    <w:rsid w:val="005605A0"/>
    <w:rsid w:val="00573AF1"/>
    <w:rsid w:val="005B5514"/>
    <w:rsid w:val="005D0CEA"/>
    <w:rsid w:val="00604F73"/>
    <w:rsid w:val="006106E0"/>
    <w:rsid w:val="00685F2C"/>
    <w:rsid w:val="006E4560"/>
    <w:rsid w:val="006F548F"/>
    <w:rsid w:val="007954F0"/>
    <w:rsid w:val="007A4EA1"/>
    <w:rsid w:val="007C12B7"/>
    <w:rsid w:val="007D412C"/>
    <w:rsid w:val="00827FD2"/>
    <w:rsid w:val="00832B44"/>
    <w:rsid w:val="00835A2A"/>
    <w:rsid w:val="008617C3"/>
    <w:rsid w:val="008767EE"/>
    <w:rsid w:val="008A4A17"/>
    <w:rsid w:val="008B20BD"/>
    <w:rsid w:val="008B7445"/>
    <w:rsid w:val="008D756D"/>
    <w:rsid w:val="008E502F"/>
    <w:rsid w:val="00955052"/>
    <w:rsid w:val="009A1288"/>
    <w:rsid w:val="009A38DF"/>
    <w:rsid w:val="009D1A83"/>
    <w:rsid w:val="009E0E76"/>
    <w:rsid w:val="00A1376F"/>
    <w:rsid w:val="00AC0D8C"/>
    <w:rsid w:val="00B27604"/>
    <w:rsid w:val="00B3723D"/>
    <w:rsid w:val="00B37B69"/>
    <w:rsid w:val="00B46037"/>
    <w:rsid w:val="00BD3D68"/>
    <w:rsid w:val="00BF2ABF"/>
    <w:rsid w:val="00C072CF"/>
    <w:rsid w:val="00C232CD"/>
    <w:rsid w:val="00CA3F03"/>
    <w:rsid w:val="00CC5AB5"/>
    <w:rsid w:val="00CF163E"/>
    <w:rsid w:val="00D008B3"/>
    <w:rsid w:val="00D017D5"/>
    <w:rsid w:val="00D058A3"/>
    <w:rsid w:val="00D1539D"/>
    <w:rsid w:val="00D24EC4"/>
    <w:rsid w:val="00D3447D"/>
    <w:rsid w:val="00D51E4B"/>
    <w:rsid w:val="00DB0D66"/>
    <w:rsid w:val="00DD6594"/>
    <w:rsid w:val="00DE7206"/>
    <w:rsid w:val="00DF082E"/>
    <w:rsid w:val="00DF1C51"/>
    <w:rsid w:val="00DF4946"/>
    <w:rsid w:val="00E304BB"/>
    <w:rsid w:val="00E37DB2"/>
    <w:rsid w:val="00E4747C"/>
    <w:rsid w:val="00EA7C9F"/>
    <w:rsid w:val="00ED625A"/>
    <w:rsid w:val="00EE6715"/>
    <w:rsid w:val="00F1690D"/>
    <w:rsid w:val="00FD04EE"/>
    <w:rsid w:val="00FD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CD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4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2E"/>
    <w:rPr>
      <w:sz w:val="2"/>
      <w:szCs w:val="2"/>
      <w:lang w:eastAsia="zh-CN"/>
    </w:rPr>
  </w:style>
  <w:style w:type="table" w:styleId="TableGrid">
    <w:name w:val="Table Grid"/>
    <w:basedOn w:val="TableNormal"/>
    <w:uiPriority w:val="99"/>
    <w:rsid w:val="00D51E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05A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51E4B"/>
  </w:style>
  <w:style w:type="paragraph" w:styleId="Header">
    <w:name w:val="header"/>
    <w:basedOn w:val="Normal"/>
    <w:link w:val="HeaderChar"/>
    <w:uiPriority w:val="99"/>
    <w:rsid w:val="00D51E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5A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95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95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82E"/>
    <w:rPr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95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8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53F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4946"/>
    <w:rPr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253F2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20</Words>
  <Characters>115</Characters>
  <Application>Microsoft Office Outlook</Application>
  <DocSecurity>0</DocSecurity>
  <Lines>0</Lines>
  <Paragraphs>0</Paragraphs>
  <ScaleCrop>false</ScaleCrop>
  <Company>Motorola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chl069</dc:creator>
  <cp:keywords/>
  <dc:description/>
  <cp:lastModifiedBy>emd020</cp:lastModifiedBy>
  <cp:revision>3</cp:revision>
  <cp:lastPrinted>2006-11-07T02:48:00Z</cp:lastPrinted>
  <dcterms:created xsi:type="dcterms:W3CDTF">2009-01-21T22:07:00Z</dcterms:created>
  <dcterms:modified xsi:type="dcterms:W3CDTF">2009-01-21T22:12:00Z</dcterms:modified>
</cp:coreProperties>
</file>